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7"/>
        <w:gridCol w:w="420"/>
        <w:gridCol w:w="3825"/>
      </w:tblGrid>
      <w:tr w:rsidR="00A631F1" w:rsidTr="00A631F1">
        <w:trPr>
          <w:trHeight w:val="3259"/>
        </w:trPr>
        <w:tc>
          <w:tcPr>
            <w:tcW w:w="3547" w:type="dxa"/>
          </w:tcPr>
          <w:p w:rsidR="00A631F1" w:rsidRPr="00A631F1" w:rsidRDefault="00A631F1" w:rsidP="00A631F1">
            <w:pPr>
              <w:jc w:val="center"/>
              <w:rPr>
                <w:b/>
                <w:u w:val="single"/>
              </w:rPr>
            </w:pPr>
            <w:r w:rsidRPr="00A631F1">
              <w:rPr>
                <w:b/>
                <w:u w:val="single"/>
              </w:rPr>
              <w:t>FAMILY: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  <w:r w:rsidRPr="00A631F1">
              <w:rPr>
                <w:rFonts w:ascii="Arial Rounded MT Bold" w:hAnsi="Arial Rounded MT Bold"/>
              </w:rPr>
              <w:t>Introduction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  <w:r w:rsidRPr="00A631F1">
              <w:rPr>
                <w:rFonts w:ascii="Arial Rounded MT Bold" w:hAnsi="Arial Rounded MT Bold"/>
              </w:rPr>
              <w:t>Born Salzburg 1756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  <w:r w:rsidRPr="00A631F1">
              <w:rPr>
                <w:rFonts w:ascii="Arial Rounded MT Bold" w:hAnsi="Arial Rounded MT Bold"/>
              </w:rPr>
              <w:t xml:space="preserve">Parents names 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  <w:r w:rsidRPr="00A631F1">
              <w:rPr>
                <w:rFonts w:ascii="Arial Rounded MT Bold" w:hAnsi="Arial Rounded MT Bold"/>
              </w:rPr>
              <w:t>7 children, 5 died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  <w:r w:rsidRPr="00A631F1">
              <w:rPr>
                <w:rFonts w:ascii="Arial Rounded MT Bold" w:hAnsi="Arial Rounded MT Bold"/>
              </w:rPr>
              <w:t>Favourite sister Nannerl</w:t>
            </w: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</w:p>
          <w:p w:rsidR="00A631F1" w:rsidRPr="00A631F1" w:rsidRDefault="00A631F1">
            <w:pPr>
              <w:rPr>
                <w:rFonts w:ascii="Arial Rounded MT Bold" w:hAnsi="Arial Rounded MT Bold"/>
              </w:rPr>
            </w:pPr>
          </w:p>
          <w:p w:rsidR="00A631F1" w:rsidRDefault="00A631F1"/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A631F1" w:rsidRDefault="00A631F1"/>
          <w:p w:rsidR="00A631F1" w:rsidRDefault="00A631F1"/>
        </w:tc>
        <w:tc>
          <w:tcPr>
            <w:tcW w:w="3825" w:type="dxa"/>
            <w:shd w:val="clear" w:color="auto" w:fill="auto"/>
          </w:tcPr>
          <w:p w:rsidR="00A631F1" w:rsidRPr="006B356B" w:rsidRDefault="00A631F1" w:rsidP="006B356B">
            <w:pPr>
              <w:jc w:val="center"/>
              <w:rPr>
                <w:b/>
                <w:u w:val="thick"/>
              </w:rPr>
            </w:pPr>
            <w:r w:rsidRPr="006B356B">
              <w:rPr>
                <w:b/>
                <w:u w:val="thick"/>
              </w:rPr>
              <w:t>CHILDHOOD</w:t>
            </w:r>
          </w:p>
          <w:p w:rsidR="00A631F1" w:rsidRPr="006B356B" w:rsidRDefault="00A631F1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>World of music</w:t>
            </w:r>
          </w:p>
          <w:p w:rsidR="00A631F1" w:rsidRPr="006B356B" w:rsidRDefault="00A631F1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>Father played violin @ archbishop orchestra &amp;wrote music</w:t>
            </w:r>
          </w:p>
          <w:p w:rsidR="00A631F1" w:rsidRPr="006B356B" w:rsidRDefault="00A631F1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 xml:space="preserve">Nannerl played harpsichord </w:t>
            </w:r>
          </w:p>
          <w:p w:rsidR="00A631F1" w:rsidRPr="006B356B" w:rsidRDefault="00A631F1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>Father taught me music</w:t>
            </w:r>
          </w:p>
          <w:p w:rsidR="00A631F1" w:rsidRDefault="00A631F1"/>
          <w:p w:rsidR="00A631F1" w:rsidRDefault="00A631F1"/>
        </w:tc>
      </w:tr>
    </w:tbl>
    <w:p w:rsidR="00520DB5" w:rsidRDefault="00520D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7"/>
        <w:gridCol w:w="420"/>
        <w:gridCol w:w="3825"/>
      </w:tblGrid>
      <w:tr w:rsidR="00A631F1" w:rsidRPr="00A631F1" w:rsidTr="006367E6">
        <w:trPr>
          <w:trHeight w:val="3259"/>
        </w:trPr>
        <w:tc>
          <w:tcPr>
            <w:tcW w:w="3547" w:type="dxa"/>
          </w:tcPr>
          <w:p w:rsidR="00A631F1" w:rsidRPr="006B356B" w:rsidRDefault="006B356B" w:rsidP="006B356B">
            <w:pPr>
              <w:jc w:val="center"/>
              <w:rPr>
                <w:b/>
                <w:u w:val="single"/>
              </w:rPr>
            </w:pPr>
            <w:r w:rsidRPr="006B356B">
              <w:rPr>
                <w:b/>
                <w:u w:val="single"/>
              </w:rPr>
              <w:t>GROWING UP</w:t>
            </w:r>
          </w:p>
          <w:p w:rsidR="006B356B" w:rsidRPr="006B356B" w:rsidRDefault="006B356B" w:rsidP="006367E6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 xml:space="preserve">Father proud </w:t>
            </w:r>
          </w:p>
          <w:p w:rsidR="006B356B" w:rsidRPr="006B356B" w:rsidRDefault="006B356B" w:rsidP="006367E6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>Wanted to travel for 19 years</w:t>
            </w:r>
          </w:p>
          <w:p w:rsidR="006B356B" w:rsidRPr="006B356B" w:rsidRDefault="006B356B" w:rsidP="006B356B">
            <w:pPr>
              <w:rPr>
                <w:rFonts w:ascii="Arial Rounded MT Bold" w:hAnsi="Arial Rounded MT Bold"/>
              </w:rPr>
            </w:pPr>
            <w:r w:rsidRPr="006B356B">
              <w:rPr>
                <w:rFonts w:ascii="Arial Rounded MT Bold" w:hAnsi="Arial Rounded MT Bold"/>
              </w:rPr>
              <w:t>Learned Piano &amp; String instruments</w:t>
            </w:r>
          </w:p>
          <w:p w:rsidR="006B356B" w:rsidRDefault="006B356B" w:rsidP="006B356B">
            <w:r w:rsidRPr="006B356B">
              <w:rPr>
                <w:rFonts w:ascii="Arial Rounded MT Bold" w:hAnsi="Arial Rounded MT Bold"/>
              </w:rPr>
              <w:t>Royal families in Europe</w:t>
            </w: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A631F1" w:rsidRDefault="00A631F1" w:rsidP="006367E6"/>
        </w:tc>
        <w:tc>
          <w:tcPr>
            <w:tcW w:w="3825" w:type="dxa"/>
            <w:shd w:val="clear" w:color="auto" w:fill="auto"/>
          </w:tcPr>
          <w:p w:rsidR="00A631F1" w:rsidRDefault="006B356B" w:rsidP="006367E6">
            <w:r>
              <w:t>MARRIAGE</w:t>
            </w:r>
          </w:p>
          <w:p w:rsidR="006B356B" w:rsidRDefault="006B356B" w:rsidP="006367E6">
            <w:r>
              <w:t>Returned home mother died</w:t>
            </w:r>
          </w:p>
          <w:p w:rsidR="006B356B" w:rsidRDefault="006B356B" w:rsidP="006367E6">
            <w:r>
              <w:t>Wrote 1</w:t>
            </w:r>
            <w:r w:rsidRPr="006B356B">
              <w:rPr>
                <w:vertAlign w:val="superscript"/>
              </w:rPr>
              <w:t>st</w:t>
            </w:r>
            <w:r>
              <w:t xml:space="preserve"> opera and many other pieces</w:t>
            </w:r>
          </w:p>
          <w:p w:rsidR="006B356B" w:rsidRDefault="006B356B" w:rsidP="006367E6">
            <w:r>
              <w:t>Marriage</w:t>
            </w:r>
            <w:bookmarkStart w:id="0" w:name="_GoBack"/>
            <w:bookmarkEnd w:id="0"/>
          </w:p>
        </w:tc>
      </w:tr>
      <w:tr w:rsidR="00A631F1" w:rsidTr="006367E6">
        <w:trPr>
          <w:trHeight w:val="3259"/>
        </w:trPr>
        <w:tc>
          <w:tcPr>
            <w:tcW w:w="3547" w:type="dxa"/>
          </w:tcPr>
          <w:p w:rsidR="00A631F1" w:rsidRDefault="00A631F1" w:rsidP="006367E6"/>
          <w:p w:rsidR="00A631F1" w:rsidRDefault="00A631F1" w:rsidP="006367E6"/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A631F1" w:rsidRDefault="00A631F1" w:rsidP="006367E6"/>
        </w:tc>
        <w:tc>
          <w:tcPr>
            <w:tcW w:w="3825" w:type="dxa"/>
            <w:shd w:val="clear" w:color="auto" w:fill="auto"/>
          </w:tcPr>
          <w:p w:rsidR="00A631F1" w:rsidRDefault="00A631F1" w:rsidP="006367E6"/>
        </w:tc>
      </w:tr>
    </w:tbl>
    <w:p w:rsidR="00A631F1" w:rsidRDefault="00A631F1"/>
    <w:sectPr w:rsidR="00A63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F1"/>
    <w:rsid w:val="00520DB5"/>
    <w:rsid w:val="006B356B"/>
    <w:rsid w:val="00A6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1A1A3B41</Template>
  <TotalTime>17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2011-06-28T01:08:00Z</dcterms:created>
  <dcterms:modified xsi:type="dcterms:W3CDTF">2011-06-28T01:25:00Z</dcterms:modified>
</cp:coreProperties>
</file>